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5F33D6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0F7D0A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0F7D0A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4</w:t>
      </w:r>
    </w:p>
    <w:p w14:paraId="6A743604" w14:textId="45D58C3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0F7D0A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0F7D0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5A95713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572FE52C" w:rsidR="00FB62EE" w:rsidRPr="009C54AE" w:rsidRDefault="00401206" w:rsidP="004012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B151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798EAEB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lastRenderedPageBreak/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CB4095E" w:rsidR="00FF7F12" w:rsidRPr="009C54AE" w:rsidRDefault="00FF7F12" w:rsidP="00226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E621F" w14:textId="77777777" w:rsidR="000F4BF2" w:rsidRDefault="000F4BF2" w:rsidP="00C16ABF">
      <w:pPr>
        <w:spacing w:after="0" w:line="240" w:lineRule="auto"/>
      </w:pPr>
      <w:r>
        <w:separator/>
      </w:r>
    </w:p>
  </w:endnote>
  <w:endnote w:type="continuationSeparator" w:id="0">
    <w:p w14:paraId="55CFB481" w14:textId="77777777" w:rsidR="000F4BF2" w:rsidRDefault="000F4B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D1ED" w14:textId="77777777" w:rsidR="000F4BF2" w:rsidRDefault="000F4BF2" w:rsidP="00C16ABF">
      <w:pPr>
        <w:spacing w:after="0" w:line="240" w:lineRule="auto"/>
      </w:pPr>
      <w:r>
        <w:separator/>
      </w:r>
    </w:p>
  </w:footnote>
  <w:footnote w:type="continuationSeparator" w:id="0">
    <w:p w14:paraId="4129F68E" w14:textId="77777777" w:rsidR="000F4BF2" w:rsidRDefault="000F4BF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4BF2"/>
    <w:rsid w:val="000F5615"/>
    <w:rsid w:val="000F7D0A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4C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1B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01206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2A3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3F3070-BABD-43DA-A929-2B52E8A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2019-02-06T12:12:00Z</cp:lastPrinted>
  <dcterms:created xsi:type="dcterms:W3CDTF">2022-02-14T13:34:00Z</dcterms:created>
  <dcterms:modified xsi:type="dcterms:W3CDTF">2022-02-14T13:34:00Z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